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p w14:paraId="52711C77" w14:textId="77777777" w:rsidR="00955831" w:rsidRPr="00393463" w:rsidRDefault="00955831" w:rsidP="00955831">
      <w:pPr>
        <w:pStyle w:val="Text1-1"/>
        <w:numPr>
          <w:ilvl w:val="0"/>
          <w:numId w:val="0"/>
        </w:numPr>
        <w:tabs>
          <w:tab w:val="left" w:pos="426"/>
        </w:tabs>
        <w:rPr>
          <w:b/>
          <w:bCs/>
          <w:sz w:val="36"/>
          <w:szCs w:val="36"/>
        </w:rPr>
      </w:pPr>
      <w:r w:rsidRPr="00393463">
        <w:rPr>
          <w:b/>
          <w:bCs/>
          <w:sz w:val="36"/>
          <w:szCs w:val="36"/>
        </w:rPr>
        <w:t>Prostá rekonstrukce trati v úseku Police nad M. - Teplice nad M.</w:t>
      </w:r>
    </w:p>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1F50B33A" w14:textId="77777777" w:rsidR="00147385" w:rsidRPr="00147385" w:rsidRDefault="00147385" w:rsidP="00EF10BA">
      <w:pPr>
        <w:pStyle w:val="PNTextbezodsazmezer"/>
      </w:pPr>
      <w:r w:rsidRPr="00147385">
        <w:t>Ing. Jaroslav Zajíček</w:t>
      </w:r>
    </w:p>
    <w:p w14:paraId="245F56F7" w14:textId="441D9A3E" w:rsidR="00147385" w:rsidRDefault="00147385" w:rsidP="00147385">
      <w:pPr>
        <w:pStyle w:val="PNTextbezodsazmezer"/>
      </w:pPr>
      <w:r>
        <w:t>Oblastní ředitelství Hradec Králové</w:t>
      </w:r>
    </w:p>
    <w:p w14:paraId="789804DD" w14:textId="1A30E3F8" w:rsidR="00147385" w:rsidRDefault="00147385" w:rsidP="00147385">
      <w:pPr>
        <w:pStyle w:val="PNTextbezodsazmezer"/>
      </w:pPr>
      <w:r>
        <w:t>Správa tratí Hradec Králové</w:t>
      </w:r>
    </w:p>
    <w:p w14:paraId="7AFF88E5" w14:textId="77777777" w:rsidR="00147385" w:rsidRDefault="00147385" w:rsidP="00147385">
      <w:pPr>
        <w:pStyle w:val="PNTextbezodsazmezer"/>
      </w:pPr>
      <w:r>
        <w:t>U Fotochemy 259</w:t>
      </w:r>
    </w:p>
    <w:p w14:paraId="3833A7B6" w14:textId="77777777" w:rsidR="00147385" w:rsidRDefault="00147385" w:rsidP="00147385">
      <w:pPr>
        <w:pStyle w:val="PNTextbezodsazmezer"/>
      </w:pPr>
      <w:r>
        <w:t>501 01 Hradec Králové</w:t>
      </w:r>
    </w:p>
    <w:p w14:paraId="0ABA9B51" w14:textId="30B5C7F6" w:rsidR="00C96E7C" w:rsidRDefault="00C96E7C" w:rsidP="00EF10BA">
      <w:pPr>
        <w:pStyle w:val="PNTextbezodsazmezer"/>
      </w:pP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w:t>
      </w:r>
      <w:proofErr w:type="spellStart"/>
      <w:r w:rsidRPr="0072074C">
        <w:t>EIB</w:t>
      </w:r>
      <w:proofErr w:type="spellEnd"/>
      <w:r w:rsidRPr="0072074C">
        <w:t>),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w:t>
      </w:r>
      <w:proofErr w:type="spellStart"/>
      <w:r w:rsidR="00F66A9C" w:rsidRPr="0075774F">
        <w:rPr>
          <w:b/>
          <w:bCs/>
        </w:rPr>
        <w:t>ISPROFIN</w:t>
      </w:r>
      <w:proofErr w:type="spellEnd"/>
      <w:r w:rsidR="00F66A9C" w:rsidRPr="0075774F">
        <w:rPr>
          <w:b/>
          <w:bCs/>
        </w:rPr>
        <w:t xml:space="preserve"> No.:“ číslo v záhlaví Smlouvy uvedené jako „SubISPROFOND“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A5C5A89"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spellStart"/>
      <w:proofErr w:type="gramStart"/>
      <w:r>
        <w:t>2b</w:t>
      </w:r>
      <w:proofErr w:type="spellEnd"/>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955831" w14:paraId="1703D9D8" w14:textId="77777777" w:rsidTr="001C7156">
        <w:tc>
          <w:tcPr>
            <w:tcW w:w="5608" w:type="dxa"/>
          </w:tcPr>
          <w:p w14:paraId="5BD8FD77" w14:textId="24FA794B" w:rsidR="00955831" w:rsidRDefault="00955831" w:rsidP="00955831">
            <w:pPr>
              <w:pStyle w:val="Tabulka-9"/>
            </w:pPr>
            <w:r w:rsidRPr="00001470">
              <w:t>Sekce 1</w:t>
            </w:r>
            <w:r w:rsidR="001C6482">
              <w:t xml:space="preserve"> Stavební</w:t>
            </w:r>
            <w:r w:rsidRPr="00001470">
              <w:t xml:space="preserve"> </w:t>
            </w:r>
          </w:p>
          <w:p w14:paraId="3ED807C8" w14:textId="77777777" w:rsidR="00955831" w:rsidRDefault="00955831" w:rsidP="00955831">
            <w:pPr>
              <w:pStyle w:val="Tabulka-9"/>
            </w:pPr>
            <w:r>
              <w:t>Přípravné práce a r</w:t>
            </w:r>
            <w:r w:rsidRPr="0093692F">
              <w:t>ealizace hlavních stavebních prací</w:t>
            </w:r>
          </w:p>
          <w:p w14:paraId="39805356" w14:textId="12F40C9B" w:rsidR="00E13C4F" w:rsidRPr="00194E72" w:rsidRDefault="00E13C4F" w:rsidP="00955831">
            <w:pPr>
              <w:pStyle w:val="Tabulka-9"/>
            </w:pPr>
            <w:r w:rsidRPr="00E13C4F">
              <w:t>Tato sekce zahrnuje všechny SO a PS vyjma SO 10-01.11 a SO 98-98 pol. č. 8, 9, 10, 22, 31, 33, 37</w:t>
            </w:r>
            <w:r>
              <w:t>.</w:t>
            </w:r>
          </w:p>
        </w:tc>
        <w:tc>
          <w:tcPr>
            <w:tcW w:w="3260" w:type="dxa"/>
          </w:tcPr>
          <w:p w14:paraId="470F4E89" w14:textId="77777777" w:rsidR="00955831" w:rsidRDefault="00955831" w:rsidP="00955831">
            <w:pPr>
              <w:pStyle w:val="Tabulka-9"/>
            </w:pPr>
            <w:r>
              <w:t>6</w:t>
            </w:r>
            <w:r w:rsidRPr="00ED263C">
              <w:t xml:space="preserve"> měsíců od Data zahájení prací </w:t>
            </w:r>
            <w:r w:rsidR="001C6482">
              <w:t>(</w:t>
            </w:r>
            <w:r w:rsidR="001C6482" w:rsidRPr="001C6482">
              <w:t>předpoklad zahájení 08/2025)</w:t>
            </w:r>
          </w:p>
          <w:p w14:paraId="3D8BEF9A" w14:textId="77777777" w:rsidR="006423C9" w:rsidRDefault="006423C9" w:rsidP="00955831">
            <w:pPr>
              <w:pStyle w:val="Tabulka-9"/>
            </w:pPr>
          </w:p>
          <w:p w14:paraId="0B09EE33" w14:textId="7A945440" w:rsidR="006423C9" w:rsidRPr="00194E72" w:rsidRDefault="006423C9" w:rsidP="00955831">
            <w:pPr>
              <w:pStyle w:val="Tabulka-9"/>
            </w:pPr>
            <w:r>
              <w:t xml:space="preserve">termín výluky 1. 9. 2025 – </w:t>
            </w:r>
            <w:r w:rsidR="00A842F5">
              <w:t>26</w:t>
            </w:r>
            <w:r>
              <w:t>. 10. 2025</w:t>
            </w:r>
          </w:p>
        </w:tc>
      </w:tr>
      <w:tr w:rsidR="00955831" w14:paraId="221D89A9" w14:textId="77777777" w:rsidTr="001C7156">
        <w:tc>
          <w:tcPr>
            <w:tcW w:w="5608" w:type="dxa"/>
          </w:tcPr>
          <w:p w14:paraId="56694434" w14:textId="38AA782F" w:rsidR="00955831" w:rsidRDefault="00955831" w:rsidP="00955831">
            <w:pPr>
              <w:pStyle w:val="Tabulka-9"/>
            </w:pPr>
            <w:r w:rsidRPr="00001470">
              <w:t xml:space="preserve">Sekce 2 </w:t>
            </w:r>
          </w:p>
          <w:p w14:paraId="0A14A30B" w14:textId="77777777" w:rsidR="00955831" w:rsidRDefault="00955831" w:rsidP="00955831">
            <w:pPr>
              <w:pStyle w:val="Tabulka-9"/>
            </w:pPr>
            <w:r w:rsidRPr="0093692F">
              <w:t>Následná úprava směrového a výškového uspořádání koleje, broušení kolejnic, dokončovací práce.</w:t>
            </w:r>
          </w:p>
          <w:p w14:paraId="09C8F99B" w14:textId="30DAB1C6" w:rsidR="00E13C4F" w:rsidRPr="00194E72" w:rsidRDefault="00E13C4F" w:rsidP="00955831">
            <w:pPr>
              <w:pStyle w:val="Tabulka-9"/>
            </w:pPr>
            <w:r w:rsidRPr="00E13C4F">
              <w:t>Tato sekce zahrnuje SO 10-01.11</w:t>
            </w:r>
            <w:r>
              <w:t>.</w:t>
            </w:r>
          </w:p>
        </w:tc>
        <w:tc>
          <w:tcPr>
            <w:tcW w:w="3260" w:type="dxa"/>
          </w:tcPr>
          <w:p w14:paraId="7E1C6361" w14:textId="34F2D3DA" w:rsidR="00955831" w:rsidRPr="00194E72" w:rsidRDefault="00955831" w:rsidP="00955831">
            <w:pPr>
              <w:pStyle w:val="Tabulka-9"/>
            </w:pPr>
            <w:r w:rsidRPr="00ED263C">
              <w:t>1</w:t>
            </w:r>
            <w:r>
              <w:t>1</w:t>
            </w:r>
            <w:r w:rsidRPr="00ED263C">
              <w:t xml:space="preserve"> měsíců od Data zahájení prací</w:t>
            </w:r>
          </w:p>
        </w:tc>
      </w:tr>
      <w:tr w:rsidR="00955831" w14:paraId="28736288" w14:textId="77777777" w:rsidTr="001C7156">
        <w:tc>
          <w:tcPr>
            <w:tcW w:w="5608" w:type="dxa"/>
          </w:tcPr>
          <w:p w14:paraId="3CC8AFDD" w14:textId="77777777" w:rsidR="00345A82" w:rsidRDefault="00345A82" w:rsidP="00955831">
            <w:pPr>
              <w:pStyle w:val="Tabulka-9"/>
            </w:pPr>
            <w:r w:rsidRPr="0093692F">
              <w:t xml:space="preserve">Dokončení </w:t>
            </w:r>
            <w:commentRangeStart w:id="1"/>
            <w:r>
              <w:t>D</w:t>
            </w:r>
            <w:r w:rsidRPr="0093692F">
              <w:t>íla</w:t>
            </w:r>
            <w:commentRangeEnd w:id="1"/>
            <w:r>
              <w:rPr>
                <w:rStyle w:val="Odkaznakoment"/>
                <w:rFonts w:ascii="Arial" w:eastAsia="Times New Roman" w:hAnsi="Arial" w:cs="Arial"/>
                <w:lang w:eastAsia="cs-CZ"/>
              </w:rPr>
              <w:commentReference w:id="1"/>
            </w:r>
            <w:r w:rsidRPr="0093692F">
              <w:t xml:space="preserve"> </w:t>
            </w:r>
          </w:p>
          <w:p w14:paraId="7E294103" w14:textId="6A85B89C" w:rsidR="00955831" w:rsidRDefault="00955831" w:rsidP="00955831">
            <w:pPr>
              <w:pStyle w:val="Tabulka-9"/>
            </w:pPr>
            <w:r w:rsidRPr="0093692F">
              <w:t>DSPS, dokladová část</w:t>
            </w:r>
            <w:r w:rsidR="00E13C4F">
              <w:t>.</w:t>
            </w:r>
          </w:p>
          <w:p w14:paraId="6236D0F7" w14:textId="5D4FFE0A" w:rsidR="00E13C4F" w:rsidRPr="00194E72" w:rsidRDefault="005A0EB0" w:rsidP="00955831">
            <w:pPr>
              <w:pStyle w:val="Tabulka-9"/>
            </w:pPr>
            <w:r>
              <w:t>Z</w:t>
            </w:r>
            <w:r w:rsidR="00E13C4F" w:rsidRPr="00E13C4F">
              <w:t>ahrnuje SO 98-98 pol. č. 8, 9, 10, 22, 31, 33, 37</w:t>
            </w:r>
            <w:r w:rsidR="00E13C4F">
              <w:t>.</w:t>
            </w:r>
          </w:p>
        </w:tc>
        <w:tc>
          <w:tcPr>
            <w:tcW w:w="3260" w:type="dxa"/>
          </w:tcPr>
          <w:p w14:paraId="6BFB72E3" w14:textId="02C6DB4E" w:rsidR="00955831" w:rsidRPr="00194E72" w:rsidRDefault="00955831" w:rsidP="00955831">
            <w:pPr>
              <w:pStyle w:val="Tabulka-9"/>
            </w:pPr>
            <w:r w:rsidRPr="00ED263C">
              <w:t>15 měsíců 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5E1170">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w:t>
      </w:r>
      <w:r>
        <w:lastRenderedPageBreak/>
        <w:t>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 xml:space="preserve">Elektronický přenosový systém ve smyslu Pod-článku 1.3 je i požadavek na Společné datové prostředí, ve smyslu přílohy </w:t>
      </w:r>
      <w:proofErr w:type="spellStart"/>
      <w:r>
        <w:t>BIM</w:t>
      </w:r>
      <w:proofErr w:type="spellEnd"/>
      <w:r>
        <w:t xml:space="preserve"> Protokolu (použije-li se) - Požadavky na Společné datové prostředí (</w:t>
      </w:r>
      <w:proofErr w:type="spellStart"/>
      <w:r>
        <w:t>CDE</w:t>
      </w:r>
      <w:proofErr w:type="spellEnd"/>
      <w:r>
        <w:t>).</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AC08ED">
        <w:t xml:space="preserve">Součástí Díla není </w:t>
      </w:r>
      <w:proofErr w:type="spellStart"/>
      <w:r w:rsidRPr="00AC08ED">
        <w:t>BIM</w:t>
      </w:r>
      <w:proofErr w:type="spellEnd"/>
      <w:r w:rsidRPr="00AC08ED">
        <w:t xml:space="preserve">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66AB9980" w:rsidR="00C96E7C" w:rsidRDefault="00C96E7C" w:rsidP="005D168C">
      <w:pPr>
        <w:pStyle w:val="PNTextzkladn"/>
      </w:pPr>
      <w:r>
        <w:t>Přístup na Staveniště bude Zhotoviteli umožněn od</w:t>
      </w:r>
      <w:r w:rsidR="00903C45">
        <w:t xml:space="preserve"> předání dokumentů souvisejících s předáním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0AFE5D27" w:rsidR="00C96E7C" w:rsidRDefault="008E798D" w:rsidP="00CF609C">
      <w:pPr>
        <w:pStyle w:val="PNOdrka1-"/>
      </w:pPr>
      <w:r>
        <w:t xml:space="preserve">Správce stavby – Ing. Jaroslav Zajíček, +420 720 972 247, </w:t>
      </w:r>
      <w:proofErr w:type="spellStart"/>
      <w:r>
        <w:t>ZajicekJ@spravazeleznic.cz</w:t>
      </w:r>
      <w:proofErr w:type="spellEnd"/>
    </w:p>
    <w:p w14:paraId="21334B16" w14:textId="4897E9CD" w:rsidR="003E2E24" w:rsidRDefault="009D1439" w:rsidP="00CF609C">
      <w:pPr>
        <w:pStyle w:val="PNOdrka1-"/>
      </w:pPr>
      <w:r>
        <w:lastRenderedPageBreak/>
        <w:t>v</w:t>
      </w:r>
      <w:r w:rsidR="003E2E24">
        <w:t>e věci kontroly požití alkoholu a/nebo návykových látek</w:t>
      </w:r>
      <w:r w:rsidR="00AC08ED">
        <w:t xml:space="preserve"> – Jan Vlček, +420 724 594 503, </w:t>
      </w:r>
      <w:proofErr w:type="spellStart"/>
      <w:r w:rsidR="00AC08ED">
        <w:t>VlcekJ@spravazeleznic.cz</w:t>
      </w:r>
      <w:proofErr w:type="spellEnd"/>
    </w:p>
    <w:p w14:paraId="57076A2D" w14:textId="38845718" w:rsidR="008E798D" w:rsidRPr="00081C72" w:rsidRDefault="008E798D" w:rsidP="008E798D">
      <w:pPr>
        <w:pStyle w:val="PNOdrka1-"/>
      </w:pPr>
      <w:r>
        <w:t>autorizovaný / úředně oprávněný zeměměřický inženýr – Ing. Jan Sloupenský, +420 601 327 749, Sloupensky@spravazeleznic.cz.</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w:t>
      </w:r>
      <w:r w:rsidRPr="00CF609C">
        <w:lastRenderedPageBreak/>
        <w:t xml:space="preserve">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6B1179BE"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58BE91BC" w:rsidR="00C96E7C" w:rsidRPr="00CF609C" w:rsidRDefault="00AC6F85" w:rsidP="00CF609C">
      <w:pPr>
        <w:pStyle w:val="PNNadpis9b-tun"/>
      </w:pPr>
      <w:r w:rsidRPr="00CF609C">
        <w:t>Pod – článek</w:t>
      </w:r>
      <w:r w:rsidR="00C96E7C"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903C45" w:rsidRDefault="00FE06D6" w:rsidP="00FE06D6">
      <w:pPr>
        <w:pStyle w:val="Textkomente"/>
        <w:rPr>
          <w:rFonts w:asciiTheme="minorHAnsi" w:hAnsiTheme="minorHAnsi"/>
          <w:sz w:val="18"/>
          <w:szCs w:val="18"/>
        </w:rPr>
      </w:pPr>
      <w:r w:rsidRPr="00903C45">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5CC2A7E6" w:rsidR="00500582" w:rsidRPr="00CF609C" w:rsidRDefault="00500582" w:rsidP="00150E39">
      <w:pPr>
        <w:pStyle w:val="PNTextzkladn"/>
        <w:keepNext/>
      </w:pPr>
      <w:bookmarkStart w:id="2" w:name="_Hlk192751467"/>
      <w:r>
        <w:t xml:space="preserve">Pro provádění Díla </w:t>
      </w:r>
      <w:r w:rsidR="00AC6F85">
        <w:t>ne</w:t>
      </w:r>
      <w:r w:rsidRPr="00CF609C">
        <w:t xml:space="preserve">jsou stanoveny </w:t>
      </w:r>
      <w:r w:rsidR="00AC6F85">
        <w:t>žádné</w:t>
      </w:r>
      <w:r w:rsidR="00FE06D6">
        <w:t xml:space="preserve"> postupné </w:t>
      </w:r>
      <w:r w:rsidRPr="00CF609C">
        <w:t>milníky</w:t>
      </w:r>
      <w:r w:rsidR="006C6C33">
        <w:t>.</w:t>
      </w:r>
    </w:p>
    <w:bookmarkEnd w:id="2"/>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4BAE5E28"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903C45" w:rsidRPr="00CC5EB0">
        <w:t>15</w:t>
      </w:r>
      <w:r w:rsidR="00903C45">
        <w:t> </w:t>
      </w:r>
      <w:r w:rsidR="00903C45" w:rsidRPr="00CC5EB0">
        <w:t xml:space="preserve">měsíců </w:t>
      </w:r>
      <w:r>
        <w:t>od Data zahájení prací.</w:t>
      </w:r>
    </w:p>
    <w:p w14:paraId="2E6FB856" w14:textId="77777777" w:rsidR="0046368B" w:rsidRDefault="0046368B" w:rsidP="0046368B">
      <w:pPr>
        <w:pStyle w:val="PNNadpis10bPod-l111"/>
      </w:pPr>
      <w:r>
        <w:t xml:space="preserve">8.3 </w:t>
      </w:r>
      <w:r>
        <w:tab/>
        <w:t>Harmonogram</w:t>
      </w:r>
    </w:p>
    <w:p w14:paraId="0FBA8D51" w14:textId="036DFC69"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w:t>
      </w:r>
      <w:proofErr w:type="spellStart"/>
      <w:r w:rsidRPr="00EB6216">
        <w:rPr>
          <w:rFonts w:eastAsia="Times New Roman" w:cs="Times New Roman"/>
        </w:rPr>
        <w:t>SM105</w:t>
      </w:r>
      <w:proofErr w:type="spellEnd"/>
      <w:r w:rsidRPr="00EB6216">
        <w:rPr>
          <w:rFonts w:eastAsia="Times New Roman" w:cs="Times New Roman"/>
        </w:rPr>
        <w:t xml:space="preserve">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7E77F08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903C45">
        <w:t xml:space="preserve">se </w:t>
      </w:r>
      <w:r w:rsidR="00903C45" w:rsidRPr="00903C45">
        <w:t>20</w:t>
      </w:r>
      <w:r w:rsidRPr="00903C45">
        <w:t xml:space="preserve"> %</w:t>
      </w:r>
      <w:r w:rsidR="00903C45" w:rsidRPr="00903C45">
        <w:t xml:space="preserve"> </w:t>
      </w:r>
      <w:r w:rsidRPr="00903C45">
        <w:t>smluvní hodnoty prací předpokládaných</w:t>
      </w:r>
      <w:r w:rsidR="00582C15" w:rsidRPr="00903C45">
        <w:t xml:space="preserve"> k </w:t>
      </w:r>
      <w:r w:rsidRPr="00903C45">
        <w:t>realizaci pro příslušný kalendářní rok dle podrobného Harmonogramu [</w:t>
      </w:r>
      <w:r w:rsidRPr="00903C45">
        <w:rPr>
          <w:i/>
        </w:rPr>
        <w:t>8.3 Harmonogram</w:t>
      </w:r>
      <w:r w:rsidRPr="00903C45">
        <w:t>]</w:t>
      </w:r>
      <w:r w:rsidR="00582C15" w:rsidRPr="00903C45">
        <w:t xml:space="preserve"> a </w:t>
      </w:r>
      <w:r w:rsidRPr="00903C45">
        <w:t>nejdéle na dobu 3 měsíců (zálohované období)</w:t>
      </w:r>
      <w:r w:rsidR="000E26D2" w:rsidRPr="00903C45">
        <w:t xml:space="preserve">. </w:t>
      </w:r>
      <w:r w:rsidRPr="00903C45">
        <w:t>Podmínkou pro poskytnutí</w:t>
      </w:r>
      <w:r w:rsidRPr="00D42C7E">
        <w:t xml:space="preserve">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1AADAD21" w:rsidR="00C96E7C" w:rsidRPr="00367EBA" w:rsidRDefault="00C96E7C" w:rsidP="00367EBA">
      <w:pPr>
        <w:pStyle w:val="PNNadpis10bPod-l111"/>
      </w:pPr>
      <w:r w:rsidRPr="00367EBA">
        <w:t>14.5</w:t>
      </w:r>
      <w:r w:rsidR="00367EBA">
        <w:t xml:space="preserve"> </w:t>
      </w:r>
      <w:r w:rsidR="00367EBA">
        <w:tab/>
      </w:r>
      <w:r w:rsidRPr="00367EBA">
        <w:t xml:space="preserve">Technologické materiály určené pro </w:t>
      </w:r>
      <w:r w:rsidR="002D5B25">
        <w:t>d</w:t>
      </w:r>
      <w:r w:rsidRPr="00367EBA">
        <w:t>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9D30937"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öwová Monika, Bc." w:date="2025-03-19T08:00:00Z" w:initials="ML">
    <w:p w14:paraId="797F8240" w14:textId="77777777" w:rsidR="00345A82" w:rsidRDefault="00345A82" w:rsidP="00345A82">
      <w:pPr>
        <w:pStyle w:val="Textkomente"/>
      </w:pPr>
      <w:r>
        <w:rPr>
          <w:rStyle w:val="Odkaznakoment"/>
        </w:rPr>
        <w:annotationRef/>
      </w:r>
      <w:r>
        <w:t>Upraveno s odkazem na čl. 12 SOD a čl. 5.1.5 ZTP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7F824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AB9856" w16cex:dateUtc="2025-03-19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7F8240" w16cid:durableId="13AB98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E27B7" w14:textId="77777777" w:rsidR="00AE689B" w:rsidRDefault="00AE689B" w:rsidP="00962258">
      <w:pPr>
        <w:spacing w:after="0" w:line="240" w:lineRule="auto"/>
      </w:pPr>
      <w:r>
        <w:separator/>
      </w:r>
    </w:p>
  </w:endnote>
  <w:endnote w:type="continuationSeparator" w:id="0">
    <w:p w14:paraId="12A3F4CF" w14:textId="77777777" w:rsidR="00AE689B" w:rsidRDefault="00AE68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713597DA" w14:textId="77777777" w:rsidR="00277BA8" w:rsidRDefault="00277BA8" w:rsidP="00277BA8">
          <w:pPr>
            <w:pStyle w:val="Zpatvlevo"/>
          </w:pPr>
          <w:r>
            <w:t>Příloha k nabídce</w:t>
          </w:r>
        </w:p>
        <w:p w14:paraId="33A1E2B6" w14:textId="581AF317" w:rsidR="00031645" w:rsidRPr="003462EB" w:rsidRDefault="00277BA8" w:rsidP="00967F7C">
          <w:pPr>
            <w:pStyle w:val="Zpatvlevo"/>
          </w:pPr>
          <w:r>
            <w:t>Prostá rekonstrukce trati v úseku Police nad M. - Teplice nad M.</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5F503226" w14:textId="77777777" w:rsidR="00277BA8" w:rsidRDefault="00277BA8" w:rsidP="00277BA8">
          <w:pPr>
            <w:pStyle w:val="Zpatvpravo"/>
          </w:pPr>
          <w:r>
            <w:t>Příloha k nabídce</w:t>
          </w:r>
        </w:p>
        <w:p w14:paraId="625FB912" w14:textId="2210AB21" w:rsidR="00031645" w:rsidRPr="003462EB" w:rsidRDefault="00277BA8" w:rsidP="007213E4">
          <w:pPr>
            <w:pStyle w:val="Zpatvpravo"/>
            <w:rPr>
              <w:rStyle w:val="slostrnky"/>
              <w:b w:val="0"/>
              <w:color w:val="auto"/>
              <w:sz w:val="12"/>
            </w:rPr>
          </w:pPr>
          <w:r>
            <w:t>Prostá rekonstrukce trati v úseku Police nad M. - Teplice nad M.</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11808" w14:textId="77777777" w:rsidR="00AE689B" w:rsidRDefault="00AE689B" w:rsidP="00962258">
      <w:pPr>
        <w:spacing w:after="0" w:line="240" w:lineRule="auto"/>
      </w:pPr>
      <w:r>
        <w:separator/>
      </w:r>
    </w:p>
  </w:footnote>
  <w:footnote w:type="continuationSeparator" w:id="0">
    <w:p w14:paraId="34C212F4" w14:textId="77777777" w:rsidR="00AE689B" w:rsidRDefault="00AE68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1"/>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013555">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öwová Monika, Bc.">
    <w15:presenceInfo w15:providerId="AD" w15:userId="S::Lowova@spravazeleznic.cz::6eee4db4-fcda-4ba5-bb7c-08892822c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6FCB"/>
    <w:rsid w:val="00017F3C"/>
    <w:rsid w:val="00020097"/>
    <w:rsid w:val="00023076"/>
    <w:rsid w:val="00030170"/>
    <w:rsid w:val="00031645"/>
    <w:rsid w:val="00041EC8"/>
    <w:rsid w:val="00044C35"/>
    <w:rsid w:val="000519C9"/>
    <w:rsid w:val="0005309C"/>
    <w:rsid w:val="000543DB"/>
    <w:rsid w:val="00055921"/>
    <w:rsid w:val="00056F1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2A05"/>
    <w:rsid w:val="00145961"/>
    <w:rsid w:val="00146747"/>
    <w:rsid w:val="00146DA1"/>
    <w:rsid w:val="00147385"/>
    <w:rsid w:val="00150E39"/>
    <w:rsid w:val="00152473"/>
    <w:rsid w:val="0015284D"/>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6482"/>
    <w:rsid w:val="001C7156"/>
    <w:rsid w:val="001D0F98"/>
    <w:rsid w:val="001E29B2"/>
    <w:rsid w:val="001E3C56"/>
    <w:rsid w:val="001E678E"/>
    <w:rsid w:val="001F4C4A"/>
    <w:rsid w:val="001F55BD"/>
    <w:rsid w:val="00204751"/>
    <w:rsid w:val="00204C6A"/>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77BA8"/>
    <w:rsid w:val="00280DFD"/>
    <w:rsid w:val="00290C4E"/>
    <w:rsid w:val="00291225"/>
    <w:rsid w:val="002A1067"/>
    <w:rsid w:val="002A3B57"/>
    <w:rsid w:val="002B67EF"/>
    <w:rsid w:val="002C31BF"/>
    <w:rsid w:val="002D5B25"/>
    <w:rsid w:val="002D5D42"/>
    <w:rsid w:val="002D7FD6"/>
    <w:rsid w:val="002E0CD7"/>
    <w:rsid w:val="002E0CFB"/>
    <w:rsid w:val="002E1D03"/>
    <w:rsid w:val="002E1E3D"/>
    <w:rsid w:val="002E3A3F"/>
    <w:rsid w:val="002E3D9F"/>
    <w:rsid w:val="002E5C7B"/>
    <w:rsid w:val="002E7C3F"/>
    <w:rsid w:val="002F0F70"/>
    <w:rsid w:val="002F4333"/>
    <w:rsid w:val="002F5E70"/>
    <w:rsid w:val="00307F86"/>
    <w:rsid w:val="00312736"/>
    <w:rsid w:val="00322AA5"/>
    <w:rsid w:val="003259C2"/>
    <w:rsid w:val="00327EEF"/>
    <w:rsid w:val="0033239F"/>
    <w:rsid w:val="003341BC"/>
    <w:rsid w:val="0034274B"/>
    <w:rsid w:val="00345A82"/>
    <w:rsid w:val="00345DCB"/>
    <w:rsid w:val="00346C2C"/>
    <w:rsid w:val="00346D36"/>
    <w:rsid w:val="0034719F"/>
    <w:rsid w:val="00350A35"/>
    <w:rsid w:val="00351744"/>
    <w:rsid w:val="003571D8"/>
    <w:rsid w:val="00357BC6"/>
    <w:rsid w:val="00361422"/>
    <w:rsid w:val="00365557"/>
    <w:rsid w:val="00366226"/>
    <w:rsid w:val="003678F1"/>
    <w:rsid w:val="00367EBA"/>
    <w:rsid w:val="00373532"/>
    <w:rsid w:val="0037545D"/>
    <w:rsid w:val="003907DF"/>
    <w:rsid w:val="003910F9"/>
    <w:rsid w:val="0039276A"/>
    <w:rsid w:val="00392EB6"/>
    <w:rsid w:val="00394B06"/>
    <w:rsid w:val="00394C56"/>
    <w:rsid w:val="003956C6"/>
    <w:rsid w:val="003A14A2"/>
    <w:rsid w:val="003A2D41"/>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AF9"/>
    <w:rsid w:val="00450F07"/>
    <w:rsid w:val="00453CD3"/>
    <w:rsid w:val="00456C96"/>
    <w:rsid w:val="004571F9"/>
    <w:rsid w:val="00457DD6"/>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0EB0"/>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E1170"/>
    <w:rsid w:val="005F28D2"/>
    <w:rsid w:val="005F3A96"/>
    <w:rsid w:val="005F3E29"/>
    <w:rsid w:val="005F5895"/>
    <w:rsid w:val="00601A8C"/>
    <w:rsid w:val="00605DD8"/>
    <w:rsid w:val="0061012B"/>
    <w:rsid w:val="0061068E"/>
    <w:rsid w:val="006115D3"/>
    <w:rsid w:val="00612096"/>
    <w:rsid w:val="00615E77"/>
    <w:rsid w:val="00617585"/>
    <w:rsid w:val="0062149E"/>
    <w:rsid w:val="006423C9"/>
    <w:rsid w:val="0065610E"/>
    <w:rsid w:val="0066062B"/>
    <w:rsid w:val="00660AD3"/>
    <w:rsid w:val="00667A98"/>
    <w:rsid w:val="00673932"/>
    <w:rsid w:val="006759CC"/>
    <w:rsid w:val="006776B6"/>
    <w:rsid w:val="00680727"/>
    <w:rsid w:val="00681286"/>
    <w:rsid w:val="00684469"/>
    <w:rsid w:val="00684518"/>
    <w:rsid w:val="00693150"/>
    <w:rsid w:val="006937D9"/>
    <w:rsid w:val="006A4B55"/>
    <w:rsid w:val="006A5570"/>
    <w:rsid w:val="006A689C"/>
    <w:rsid w:val="006B3D79"/>
    <w:rsid w:val="006B6FE4"/>
    <w:rsid w:val="006B73BB"/>
    <w:rsid w:val="006C2343"/>
    <w:rsid w:val="006C442A"/>
    <w:rsid w:val="006C5D15"/>
    <w:rsid w:val="006C6C33"/>
    <w:rsid w:val="006D56FB"/>
    <w:rsid w:val="006E0578"/>
    <w:rsid w:val="006E13F8"/>
    <w:rsid w:val="006E314D"/>
    <w:rsid w:val="006F3A6E"/>
    <w:rsid w:val="006F75EE"/>
    <w:rsid w:val="00700C23"/>
    <w:rsid w:val="00702811"/>
    <w:rsid w:val="007055DC"/>
    <w:rsid w:val="00710723"/>
    <w:rsid w:val="00713984"/>
    <w:rsid w:val="0071533E"/>
    <w:rsid w:val="007213E4"/>
    <w:rsid w:val="00723ED1"/>
    <w:rsid w:val="00726A41"/>
    <w:rsid w:val="00726AFE"/>
    <w:rsid w:val="00726F33"/>
    <w:rsid w:val="00735CCA"/>
    <w:rsid w:val="00740AF5"/>
    <w:rsid w:val="00743525"/>
    <w:rsid w:val="00752D81"/>
    <w:rsid w:val="00753B98"/>
    <w:rsid w:val="007541A2"/>
    <w:rsid w:val="00755818"/>
    <w:rsid w:val="0075774F"/>
    <w:rsid w:val="00760F84"/>
    <w:rsid w:val="0076286B"/>
    <w:rsid w:val="00764EF6"/>
    <w:rsid w:val="00766846"/>
    <w:rsid w:val="0077673A"/>
    <w:rsid w:val="007846E1"/>
    <w:rsid w:val="007847D6"/>
    <w:rsid w:val="00785811"/>
    <w:rsid w:val="00791F16"/>
    <w:rsid w:val="00792D9B"/>
    <w:rsid w:val="0079460A"/>
    <w:rsid w:val="00797C3C"/>
    <w:rsid w:val="007A172F"/>
    <w:rsid w:val="007A4B81"/>
    <w:rsid w:val="007A4F2A"/>
    <w:rsid w:val="007A5172"/>
    <w:rsid w:val="007A67A0"/>
    <w:rsid w:val="007B1246"/>
    <w:rsid w:val="007B2E80"/>
    <w:rsid w:val="007B570C"/>
    <w:rsid w:val="007C4C3C"/>
    <w:rsid w:val="007C73B0"/>
    <w:rsid w:val="007D4C3D"/>
    <w:rsid w:val="007D5DD3"/>
    <w:rsid w:val="007D626B"/>
    <w:rsid w:val="007E2B8D"/>
    <w:rsid w:val="007E4A6E"/>
    <w:rsid w:val="007F0D3E"/>
    <w:rsid w:val="007F56A7"/>
    <w:rsid w:val="007F66F4"/>
    <w:rsid w:val="007F76D5"/>
    <w:rsid w:val="00800851"/>
    <w:rsid w:val="00807DD0"/>
    <w:rsid w:val="008123B6"/>
    <w:rsid w:val="00821D01"/>
    <w:rsid w:val="00822268"/>
    <w:rsid w:val="00824DF9"/>
    <w:rsid w:val="00826B7B"/>
    <w:rsid w:val="008326B8"/>
    <w:rsid w:val="00835EA2"/>
    <w:rsid w:val="00846789"/>
    <w:rsid w:val="00846A4F"/>
    <w:rsid w:val="008477AD"/>
    <w:rsid w:val="00857A77"/>
    <w:rsid w:val="008602BD"/>
    <w:rsid w:val="00870145"/>
    <w:rsid w:val="00874C0F"/>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798D"/>
    <w:rsid w:val="008F01AF"/>
    <w:rsid w:val="008F18D6"/>
    <w:rsid w:val="008F2C9B"/>
    <w:rsid w:val="008F3E72"/>
    <w:rsid w:val="008F4AEA"/>
    <w:rsid w:val="008F6D6C"/>
    <w:rsid w:val="008F6D85"/>
    <w:rsid w:val="008F797B"/>
    <w:rsid w:val="00903C45"/>
    <w:rsid w:val="00904780"/>
    <w:rsid w:val="0090635B"/>
    <w:rsid w:val="00906C36"/>
    <w:rsid w:val="009162F5"/>
    <w:rsid w:val="00922385"/>
    <w:rsid w:val="009223DF"/>
    <w:rsid w:val="0092771B"/>
    <w:rsid w:val="00927B47"/>
    <w:rsid w:val="00936091"/>
    <w:rsid w:val="00940D8A"/>
    <w:rsid w:val="00953532"/>
    <w:rsid w:val="00955831"/>
    <w:rsid w:val="00962258"/>
    <w:rsid w:val="009678B7"/>
    <w:rsid w:val="00967F7C"/>
    <w:rsid w:val="00984EBC"/>
    <w:rsid w:val="00992D9C"/>
    <w:rsid w:val="00996496"/>
    <w:rsid w:val="00996CB8"/>
    <w:rsid w:val="009A06AE"/>
    <w:rsid w:val="009A5E95"/>
    <w:rsid w:val="009B0F8A"/>
    <w:rsid w:val="009B1A24"/>
    <w:rsid w:val="009B2E97"/>
    <w:rsid w:val="009B3AC4"/>
    <w:rsid w:val="009B5146"/>
    <w:rsid w:val="009B52C2"/>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842F5"/>
    <w:rsid w:val="00A93557"/>
    <w:rsid w:val="00A94994"/>
    <w:rsid w:val="00A94C2F"/>
    <w:rsid w:val="00A9599E"/>
    <w:rsid w:val="00AA227A"/>
    <w:rsid w:val="00AA4CBB"/>
    <w:rsid w:val="00AA641C"/>
    <w:rsid w:val="00AA65FA"/>
    <w:rsid w:val="00AA7351"/>
    <w:rsid w:val="00AA7F27"/>
    <w:rsid w:val="00AB5436"/>
    <w:rsid w:val="00AB56AE"/>
    <w:rsid w:val="00AC08ED"/>
    <w:rsid w:val="00AC4761"/>
    <w:rsid w:val="00AC6F85"/>
    <w:rsid w:val="00AD056F"/>
    <w:rsid w:val="00AD0C7B"/>
    <w:rsid w:val="00AD2DDD"/>
    <w:rsid w:val="00AD5F1A"/>
    <w:rsid w:val="00AD62C8"/>
    <w:rsid w:val="00AD6731"/>
    <w:rsid w:val="00AD7B08"/>
    <w:rsid w:val="00AE689B"/>
    <w:rsid w:val="00AF0E06"/>
    <w:rsid w:val="00AF3814"/>
    <w:rsid w:val="00AF3955"/>
    <w:rsid w:val="00B008D5"/>
    <w:rsid w:val="00B02F73"/>
    <w:rsid w:val="00B0619F"/>
    <w:rsid w:val="00B12F2D"/>
    <w:rsid w:val="00B13A26"/>
    <w:rsid w:val="00B144CF"/>
    <w:rsid w:val="00B15D0D"/>
    <w:rsid w:val="00B210D1"/>
    <w:rsid w:val="00B21EC8"/>
    <w:rsid w:val="00B22106"/>
    <w:rsid w:val="00B222FB"/>
    <w:rsid w:val="00B224D2"/>
    <w:rsid w:val="00B26495"/>
    <w:rsid w:val="00B26D5E"/>
    <w:rsid w:val="00B31F14"/>
    <w:rsid w:val="00B33FB2"/>
    <w:rsid w:val="00B40591"/>
    <w:rsid w:val="00B4466E"/>
    <w:rsid w:val="00B447D1"/>
    <w:rsid w:val="00B5431A"/>
    <w:rsid w:val="00B6270B"/>
    <w:rsid w:val="00B64D5A"/>
    <w:rsid w:val="00B72B2A"/>
    <w:rsid w:val="00B75EE1"/>
    <w:rsid w:val="00B77481"/>
    <w:rsid w:val="00B81113"/>
    <w:rsid w:val="00B8518B"/>
    <w:rsid w:val="00B92060"/>
    <w:rsid w:val="00B94735"/>
    <w:rsid w:val="00B97CC3"/>
    <w:rsid w:val="00BA0EBA"/>
    <w:rsid w:val="00BA3D9E"/>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2757F"/>
    <w:rsid w:val="00C3166B"/>
    <w:rsid w:val="00C33406"/>
    <w:rsid w:val="00C42FE6"/>
    <w:rsid w:val="00C44F6A"/>
    <w:rsid w:val="00C45177"/>
    <w:rsid w:val="00C46D03"/>
    <w:rsid w:val="00C6198E"/>
    <w:rsid w:val="00C64D0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54E5"/>
    <w:rsid w:val="00D60543"/>
    <w:rsid w:val="00D6163D"/>
    <w:rsid w:val="00D803B8"/>
    <w:rsid w:val="00D81A0E"/>
    <w:rsid w:val="00D831A3"/>
    <w:rsid w:val="00D90D67"/>
    <w:rsid w:val="00D9753B"/>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4F1D"/>
    <w:rsid w:val="00E06EDE"/>
    <w:rsid w:val="00E1344F"/>
    <w:rsid w:val="00E13658"/>
    <w:rsid w:val="00E13C4F"/>
    <w:rsid w:val="00E16FF7"/>
    <w:rsid w:val="00E26AD9"/>
    <w:rsid w:val="00E26D68"/>
    <w:rsid w:val="00E30C41"/>
    <w:rsid w:val="00E35CD9"/>
    <w:rsid w:val="00E37BAF"/>
    <w:rsid w:val="00E37E0F"/>
    <w:rsid w:val="00E41EEA"/>
    <w:rsid w:val="00E44045"/>
    <w:rsid w:val="00E45560"/>
    <w:rsid w:val="00E46253"/>
    <w:rsid w:val="00E55B33"/>
    <w:rsid w:val="00E618C4"/>
    <w:rsid w:val="00E72324"/>
    <w:rsid w:val="00E73472"/>
    <w:rsid w:val="00E76688"/>
    <w:rsid w:val="00E878EE"/>
    <w:rsid w:val="00E91D47"/>
    <w:rsid w:val="00E93440"/>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32D7"/>
    <w:rsid w:val="00F35939"/>
    <w:rsid w:val="00F3661D"/>
    <w:rsid w:val="00F45607"/>
    <w:rsid w:val="00F4722B"/>
    <w:rsid w:val="00F54432"/>
    <w:rsid w:val="00F56EF4"/>
    <w:rsid w:val="00F57F2E"/>
    <w:rsid w:val="00F659EB"/>
    <w:rsid w:val="00F66A9C"/>
    <w:rsid w:val="00F73F81"/>
    <w:rsid w:val="00F769B3"/>
    <w:rsid w:val="00F83E24"/>
    <w:rsid w:val="00F86BA6"/>
    <w:rsid w:val="00F87750"/>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paragraph" w:customStyle="1" w:styleId="Text1-2">
    <w:name w:val="_Text_1-2"/>
    <w:basedOn w:val="Text1-1"/>
    <w:qFormat/>
    <w:rsid w:val="00955831"/>
    <w:pPr>
      <w:numPr>
        <w:ilvl w:val="2"/>
      </w:numPr>
      <w:tabs>
        <w:tab w:val="clear" w:pos="1474"/>
        <w:tab w:val="num" w:pos="360"/>
      </w:tabs>
    </w:pPr>
  </w:style>
  <w:style w:type="paragraph" w:customStyle="1" w:styleId="Text1-1">
    <w:name w:val="_Text_1-1"/>
    <w:basedOn w:val="Normln"/>
    <w:link w:val="Text1-1Char"/>
    <w:rsid w:val="00955831"/>
    <w:pPr>
      <w:numPr>
        <w:ilvl w:val="1"/>
        <w:numId w:val="9"/>
      </w:numPr>
      <w:spacing w:after="120" w:line="264" w:lineRule="auto"/>
      <w:jc w:val="both"/>
    </w:pPr>
    <w:rPr>
      <w:rFonts w:asciiTheme="minorHAnsi" w:hAnsiTheme="minorHAnsi"/>
      <w:sz w:val="18"/>
      <w:szCs w:val="18"/>
    </w:rPr>
  </w:style>
  <w:style w:type="paragraph" w:customStyle="1" w:styleId="Nadpis1-1">
    <w:name w:val="_Nadpis_1-1"/>
    <w:basedOn w:val="Odstavecseseznamem"/>
    <w:next w:val="Text1-1"/>
    <w:qFormat/>
    <w:rsid w:val="00955831"/>
    <w:pPr>
      <w:keepNext/>
      <w:numPr>
        <w:numId w:val="9"/>
      </w:numPr>
      <w:tabs>
        <w:tab w:val="clear" w:pos="737"/>
        <w:tab w:val="num" w:pos="360"/>
      </w:tabs>
      <w:spacing w:before="240" w:after="120" w:line="264" w:lineRule="auto"/>
      <w:ind w:left="720" w:firstLine="0"/>
      <w:outlineLvl w:val="0"/>
    </w:pPr>
    <w:rPr>
      <w:rFonts w:asciiTheme="majorHAnsi" w:hAnsiTheme="majorHAnsi"/>
      <w:b/>
      <w:caps/>
      <w:sz w:val="22"/>
      <w:szCs w:val="18"/>
    </w:rPr>
  </w:style>
  <w:style w:type="character" w:customStyle="1" w:styleId="Text1-1Char">
    <w:name w:val="_Text_1-1 Char"/>
    <w:basedOn w:val="Standardnpsmoodstavce"/>
    <w:link w:val="Text1-1"/>
    <w:rsid w:val="00955831"/>
  </w:style>
  <w:style w:type="paragraph" w:styleId="Odstavecseseznamem">
    <w:name w:val="List Paragraph"/>
    <w:basedOn w:val="Normln"/>
    <w:uiPriority w:val="34"/>
    <w:qFormat/>
    <w:rsid w:val="00955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3</TotalTime>
  <Pages>9</Pages>
  <Words>3263</Words>
  <Characters>19258</Characters>
  <Application>Microsoft Office Word</Application>
  <DocSecurity>0</DocSecurity>
  <Lines>160</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5</cp:revision>
  <cp:lastPrinted>2022-12-05T08:31:00Z</cp:lastPrinted>
  <dcterms:created xsi:type="dcterms:W3CDTF">2025-03-19T08:36:00Z</dcterms:created>
  <dcterms:modified xsi:type="dcterms:W3CDTF">2025-03-24T09:44:00Z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